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507CE">
        <w:rPr>
          <w:rFonts w:ascii="Arial" w:hAnsi="Arial" w:cs="Arial"/>
          <w:b/>
          <w:caps/>
          <w:sz w:val="28"/>
          <w:szCs w:val="28"/>
        </w:rPr>
        <w:t>81</w:t>
      </w:r>
      <w:r w:rsidR="00AC4E9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13B7" w:rsidRDefault="00AC4E96" w:rsidP="00AF4F9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E96">
              <w:rPr>
                <w:rFonts w:ascii="Arial" w:hAnsi="Arial" w:cs="Arial"/>
                <w:sz w:val="20"/>
                <w:szCs w:val="20"/>
              </w:rPr>
              <w:t>Solicita providências visando à agilização na ampliação do prédio que a</w:t>
            </w:r>
            <w:r>
              <w:rPr>
                <w:rFonts w:ascii="Arial" w:hAnsi="Arial" w:cs="Arial"/>
                <w:sz w:val="20"/>
                <w:szCs w:val="20"/>
              </w:rPr>
              <w:t>briga a UMSF do Parque Imperial</w:t>
            </w:r>
            <w:r w:rsidR="00E507CE" w:rsidRPr="00E50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507CE" w:rsidRDefault="003571AE" w:rsidP="00AC4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</w:t>
      </w:r>
      <w:r w:rsidR="00B613B7" w:rsidRPr="00B613B7">
        <w:rPr>
          <w:rFonts w:ascii="Arial" w:hAnsi="Arial" w:cs="Arial"/>
        </w:rPr>
        <w:t xml:space="preserve">relativas </w:t>
      </w:r>
      <w:r w:rsidR="00E507CE">
        <w:rPr>
          <w:rFonts w:ascii="Arial" w:hAnsi="Arial" w:cs="Arial"/>
        </w:rPr>
        <w:t>a</w:t>
      </w:r>
      <w:r w:rsidR="00E507CE" w:rsidRPr="00E507CE">
        <w:rPr>
          <w:rFonts w:ascii="Arial" w:hAnsi="Arial" w:cs="Arial"/>
        </w:rPr>
        <w:t xml:space="preserve"> </w:t>
      </w:r>
      <w:r w:rsidR="001B3E33" w:rsidRPr="001B3E33">
        <w:rPr>
          <w:rFonts w:ascii="Arial" w:hAnsi="Arial" w:cs="Arial"/>
        </w:rPr>
        <w:t>agilização na ampliação do prédio que abriga a UMSF do Parque Imperial.</w:t>
      </w:r>
    </w:p>
    <w:p w:rsidR="00AC4E96" w:rsidRDefault="001B3E33" w:rsidP="00AC4E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B3E33">
        <w:rPr>
          <w:rFonts w:ascii="Arial" w:hAnsi="Arial" w:cs="Arial"/>
        </w:rPr>
        <w:t xml:space="preserve">A UMSF (Unidade Municipal da Saúde da Família) do Parque Imperial é uma unidade que atende uma grande demanda de munícipes do Parque Imperial e </w:t>
      </w:r>
      <w:r w:rsidR="00566B03">
        <w:rPr>
          <w:rFonts w:ascii="Arial" w:hAnsi="Arial" w:cs="Arial"/>
        </w:rPr>
        <w:t xml:space="preserve">do Jardim Pedramar e </w:t>
      </w:r>
      <w:r w:rsidRPr="001B3E33">
        <w:rPr>
          <w:rFonts w:ascii="Arial" w:hAnsi="Arial" w:cs="Arial"/>
        </w:rPr>
        <w:t>para que haja um atendimento melhor é necessário que amplie o espaço físico e aumente a quantidade de médicos, enfermeiros e atendentes, com essa ampliação ficará menos cansativo</w:t>
      </w:r>
      <w:r w:rsidR="00566B03">
        <w:rPr>
          <w:rFonts w:ascii="Arial" w:hAnsi="Arial" w:cs="Arial"/>
        </w:rPr>
        <w:t>,</w:t>
      </w:r>
      <w:r w:rsidRPr="001B3E33">
        <w:rPr>
          <w:rFonts w:ascii="Arial" w:hAnsi="Arial" w:cs="Arial"/>
        </w:rPr>
        <w:t xml:space="preserve"> principalmente</w:t>
      </w:r>
      <w:r w:rsidR="00566B03">
        <w:rPr>
          <w:rFonts w:ascii="Arial" w:hAnsi="Arial" w:cs="Arial"/>
        </w:rPr>
        <w:t>,</w:t>
      </w:r>
      <w:bookmarkStart w:id="0" w:name="_GoBack"/>
      <w:bookmarkEnd w:id="0"/>
      <w:r w:rsidRPr="001B3E33">
        <w:rPr>
          <w:rFonts w:ascii="Arial" w:hAnsi="Arial" w:cs="Arial"/>
        </w:rPr>
        <w:t xml:space="preserve"> para mães com crianças pequenas, </w:t>
      </w:r>
      <w:r>
        <w:rPr>
          <w:rFonts w:ascii="Arial" w:hAnsi="Arial" w:cs="Arial"/>
        </w:rPr>
        <w:t>para as</w:t>
      </w:r>
      <w:r w:rsidRPr="001B3E33">
        <w:rPr>
          <w:rFonts w:ascii="Arial" w:hAnsi="Arial" w:cs="Arial"/>
        </w:rPr>
        <w:t xml:space="preserve"> que amamentam e</w:t>
      </w:r>
      <w:r>
        <w:rPr>
          <w:rFonts w:ascii="Arial" w:hAnsi="Arial" w:cs="Arial"/>
        </w:rPr>
        <w:t xml:space="preserve"> para os</w:t>
      </w:r>
      <w:r w:rsidRPr="001B3E33">
        <w:rPr>
          <w:rFonts w:ascii="Arial" w:hAnsi="Arial" w:cs="Arial"/>
        </w:rPr>
        <w:t xml:space="preserve"> idosos.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3571AE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13B7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B613B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13B7" w:rsidRPr="00A34F2C" w:rsidRDefault="00B613B7" w:rsidP="00B613B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613B7" w:rsidRPr="00A34F2C" w:rsidRDefault="00B613B7" w:rsidP="00B613B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2A" w:rsidRDefault="00664B2A">
      <w:r>
        <w:separator/>
      </w:r>
    </w:p>
  </w:endnote>
  <w:endnote w:type="continuationSeparator" w:id="0">
    <w:p w:rsidR="00664B2A" w:rsidRDefault="0066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2A" w:rsidRDefault="00664B2A">
      <w:r>
        <w:separator/>
      </w:r>
    </w:p>
  </w:footnote>
  <w:footnote w:type="continuationSeparator" w:id="0">
    <w:p w:rsidR="00664B2A" w:rsidRDefault="00664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0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36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1E68"/>
    <w:rsid w:val="001B0773"/>
    <w:rsid w:val="001B3E33"/>
    <w:rsid w:val="001C469C"/>
    <w:rsid w:val="001F13C3"/>
    <w:rsid w:val="00204ED7"/>
    <w:rsid w:val="00230859"/>
    <w:rsid w:val="00253C82"/>
    <w:rsid w:val="00275C96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71A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66B03"/>
    <w:rsid w:val="0058109A"/>
    <w:rsid w:val="005868AE"/>
    <w:rsid w:val="005A01D0"/>
    <w:rsid w:val="005A03FA"/>
    <w:rsid w:val="005A7D74"/>
    <w:rsid w:val="005B3D21"/>
    <w:rsid w:val="005B6619"/>
    <w:rsid w:val="005C3938"/>
    <w:rsid w:val="005D702D"/>
    <w:rsid w:val="005E138D"/>
    <w:rsid w:val="00624472"/>
    <w:rsid w:val="006426AE"/>
    <w:rsid w:val="00664B2A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01AA0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E96"/>
    <w:rsid w:val="00AC712C"/>
    <w:rsid w:val="00AD6B47"/>
    <w:rsid w:val="00AF4F98"/>
    <w:rsid w:val="00B10E9F"/>
    <w:rsid w:val="00B57E0F"/>
    <w:rsid w:val="00B613B7"/>
    <w:rsid w:val="00B75CEF"/>
    <w:rsid w:val="00B904D2"/>
    <w:rsid w:val="00BA1565"/>
    <w:rsid w:val="00BA3697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07CE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3CCE6-81DB-4F3F-B0D1-F8D00F2D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2018-03-27T13:52:00Z</cp:lastPrinted>
  <dcterms:created xsi:type="dcterms:W3CDTF">2018-03-27T13:52:00Z</dcterms:created>
  <dcterms:modified xsi:type="dcterms:W3CDTF">2018-03-27T14:02:00Z</dcterms:modified>
</cp:coreProperties>
</file>